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87122D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87122D" w:rsidP="00B62D23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2D23">
              <w:rPr>
                <w:rFonts w:ascii="Arial" w:hAnsi="Arial" w:cs="Arial"/>
                <w:sz w:val="18"/>
                <w:szCs w:val="18"/>
              </w:rPr>
              <w:t>80</w:t>
            </w: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87122D" w:rsidP="0087122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Ward/</w:t>
            </w:r>
            <w:proofErr w:type="spellStart"/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Dept</w:t>
            </w:r>
            <w:proofErr w:type="spellEnd"/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87122D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BE67C6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E67C6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62D23">
              <w:rPr>
                <w:rFonts w:ascii="Arial" w:hAnsi="Arial" w:cs="Arial"/>
                <w:noProof/>
                <w:sz w:val="18"/>
                <w:szCs w:val="18"/>
              </w:rPr>
              <w:t>Thursday, 6 August 2020</w: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87122D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B62D23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80M admitted with sudden onset left sided weakness. BG of COPD and CA prostate. Treated as high risk anterior circulation TIA.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B62D23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2377440</wp:posOffset>
                      </wp:positionH>
                      <wp:positionV relativeFrom="paragraph">
                        <wp:posOffset>2272030</wp:posOffset>
                      </wp:positionV>
                      <wp:extent cx="274955" cy="264160"/>
                      <wp:effectExtent l="11430" t="17145" r="27940" b="52070"/>
                      <wp:wrapNone/>
                      <wp:docPr id="50" name="Freeform 4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74955" cy="264160"/>
                              </a:xfrm>
                              <a:custGeom>
                                <a:avLst/>
                                <a:gdLst>
                                  <a:gd name="T0" fmla="*/ 41 w 433"/>
                                  <a:gd name="T1" fmla="*/ 416 h 416"/>
                                  <a:gd name="T2" fmla="*/ 0 w 433"/>
                                  <a:gd name="T3" fmla="*/ 275 h 416"/>
                                  <a:gd name="T4" fmla="*/ 0 w 433"/>
                                  <a:gd name="T5" fmla="*/ 117 h 416"/>
                                  <a:gd name="T6" fmla="*/ 125 w 433"/>
                                  <a:gd name="T7" fmla="*/ 25 h 416"/>
                                  <a:gd name="T8" fmla="*/ 349 w 433"/>
                                  <a:gd name="T9" fmla="*/ 0 h 416"/>
                                  <a:gd name="T10" fmla="*/ 433 w 433"/>
                                  <a:gd name="T11" fmla="*/ 42 h 416"/>
                                  <a:gd name="T12" fmla="*/ 199 w 433"/>
                                  <a:gd name="T13" fmla="*/ 42 h 416"/>
                                  <a:gd name="T14" fmla="*/ 83 w 433"/>
                                  <a:gd name="T15" fmla="*/ 92 h 416"/>
                                  <a:gd name="T16" fmla="*/ 33 w 433"/>
                                  <a:gd name="T17" fmla="*/ 241 h 416"/>
                                  <a:gd name="T18" fmla="*/ 41 w 433"/>
                                  <a:gd name="T19" fmla="*/ 416 h 41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433" h="416">
                                    <a:moveTo>
                                      <a:pt x="41" y="416"/>
                                    </a:moveTo>
                                    <a:lnTo>
                                      <a:pt x="0" y="275"/>
                                    </a:lnTo>
                                    <a:lnTo>
                                      <a:pt x="0" y="117"/>
                                    </a:lnTo>
                                    <a:lnTo>
                                      <a:pt x="125" y="25"/>
                                    </a:lnTo>
                                    <a:lnTo>
                                      <a:pt x="349" y="0"/>
                                    </a:lnTo>
                                    <a:lnTo>
                                      <a:pt x="433" y="42"/>
                                    </a:lnTo>
                                    <a:lnTo>
                                      <a:pt x="199" y="42"/>
                                    </a:lnTo>
                                    <a:lnTo>
                                      <a:pt x="83" y="92"/>
                                    </a:lnTo>
                                    <a:lnTo>
                                      <a:pt x="33" y="241"/>
                                    </a:lnTo>
                                    <a:lnTo>
                                      <a:pt x="41" y="41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62F64" id="Freeform 491" o:spid="_x0000_s1026" style="position:absolute;margin-left:187.2pt;margin-top:178.9pt;width:21.65pt;height:20.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3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" path="m41,416l,275,,117,125,25,349,r84,42l199,42,83,92,33,241r8,175xe" fillcolor="silver">
                      <v:path arrowok="t" o:connecttype="custom" o:connectlocs="26035,264160;0,174625;0,74295;79375,15875;221615,0;274955,26670;126365,26670;52705,58420;20955,153035;26035,264160" o:connectangles="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4095115</wp:posOffset>
                      </wp:positionH>
                      <wp:positionV relativeFrom="paragraph">
                        <wp:posOffset>1795780</wp:posOffset>
                      </wp:positionV>
                      <wp:extent cx="84455" cy="808990"/>
                      <wp:effectExtent l="14605" t="64770" r="5715" b="88265"/>
                      <wp:wrapNone/>
                      <wp:docPr id="49" name="Freeform 490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4455" cy="808990"/>
                              </a:xfrm>
                              <a:custGeom>
                                <a:avLst/>
                                <a:gdLst>
                                  <a:gd name="T0" fmla="*/ 192 w 192"/>
                                  <a:gd name="T1" fmla="*/ 0 h 1274"/>
                                  <a:gd name="T2" fmla="*/ 59 w 192"/>
                                  <a:gd name="T3" fmla="*/ 508 h 1274"/>
                                  <a:gd name="T4" fmla="*/ 0 w 192"/>
                                  <a:gd name="T5" fmla="*/ 1274 h 1274"/>
                                  <a:gd name="T6" fmla="*/ 133 w 192"/>
                                  <a:gd name="T7" fmla="*/ 766 h 1274"/>
                                  <a:gd name="T8" fmla="*/ 192 w 192"/>
                                  <a:gd name="T9" fmla="*/ 233 h 1274"/>
                                  <a:gd name="T10" fmla="*/ 192 w 192"/>
                                  <a:gd name="T11" fmla="*/ 0 h 127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92" h="1274">
                                    <a:moveTo>
                                      <a:pt x="192" y="0"/>
                                    </a:moveTo>
                                    <a:lnTo>
                                      <a:pt x="59" y="508"/>
                                    </a:lnTo>
                                    <a:lnTo>
                                      <a:pt x="0" y="1274"/>
                                    </a:lnTo>
                                    <a:lnTo>
                                      <a:pt x="133" y="766"/>
                                    </a:lnTo>
                                    <a:lnTo>
                                      <a:pt x="192" y="233"/>
                                    </a:lnTo>
                                    <a:lnTo>
                                      <a:pt x="192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040CB2" id="Freeform 490" o:spid="_x0000_s1026" alt="Granite" style="position:absolute;margin-left:322.45pt;margin-top:141.4pt;width:6.65pt;height:63.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2,127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" path="m192,l59,508,,1274,133,766,192,233,192,xe">
                      <v:fill r:id="rId7" o:title="Granite" recolor="t" type="tile"/>
                      <v:path arrowok="t" o:connecttype="custom" o:connectlocs="84455,0;25952,322580;0,808990;58503,486410;84455,147955;84455,0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1938655</wp:posOffset>
                      </wp:positionH>
                      <wp:positionV relativeFrom="paragraph">
                        <wp:posOffset>1669415</wp:posOffset>
                      </wp:positionV>
                      <wp:extent cx="168910" cy="914400"/>
                      <wp:effectExtent l="10795" t="33655" r="20320" b="52070"/>
                      <wp:wrapNone/>
                      <wp:docPr id="48" name="Freeform 4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8910" cy="914400"/>
                              </a:xfrm>
                              <a:custGeom>
                                <a:avLst/>
                                <a:gdLst>
                                  <a:gd name="T0" fmla="*/ 75 w 266"/>
                                  <a:gd name="T1" fmla="*/ 0 h 1440"/>
                                  <a:gd name="T2" fmla="*/ 116 w 266"/>
                                  <a:gd name="T3" fmla="*/ 383 h 1440"/>
                                  <a:gd name="T4" fmla="*/ 200 w 266"/>
                                  <a:gd name="T5" fmla="*/ 899 h 1440"/>
                                  <a:gd name="T6" fmla="*/ 266 w 266"/>
                                  <a:gd name="T7" fmla="*/ 1440 h 1440"/>
                                  <a:gd name="T8" fmla="*/ 75 w 266"/>
                                  <a:gd name="T9" fmla="*/ 866 h 1440"/>
                                  <a:gd name="T10" fmla="*/ 0 w 266"/>
                                  <a:gd name="T11" fmla="*/ 541 h 1440"/>
                                  <a:gd name="T12" fmla="*/ 25 w 266"/>
                                  <a:gd name="T13" fmla="*/ 192 h 1440"/>
                                  <a:gd name="T14" fmla="*/ 75 w 266"/>
                                  <a:gd name="T15" fmla="*/ 0 h 14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66" h="1440">
                                    <a:moveTo>
                                      <a:pt x="75" y="0"/>
                                    </a:moveTo>
                                    <a:lnTo>
                                      <a:pt x="116" y="383"/>
                                    </a:lnTo>
                                    <a:lnTo>
                                      <a:pt x="200" y="899"/>
                                    </a:lnTo>
                                    <a:lnTo>
                                      <a:pt x="266" y="1440"/>
                                    </a:lnTo>
                                    <a:lnTo>
                                      <a:pt x="75" y="866"/>
                                    </a:lnTo>
                                    <a:lnTo>
                                      <a:pt x="0" y="541"/>
                                    </a:lnTo>
                                    <a:lnTo>
                                      <a:pt x="25" y="192"/>
                                    </a:lnTo>
                                    <a:lnTo>
                                      <a:pt x="75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800ABA" id="Freeform 489" o:spid="_x0000_s1026" alt="Granite" style="position:absolute;margin-left:152.65pt;margin-top:131.45pt;width:13.3pt;height:1in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6,14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" path="m75,r41,383l200,899r66,541l75,866,,541,25,192,75,xe">
                      <v:fill r:id="rId7" o:title="Granite" recolor="t" type="tile"/>
                      <v:path arrowok="t" o:connecttype="custom" o:connectlocs="47625,0;73660,243205;127000,570865;168910,914400;47625,549910;0,343535;15875,121920;47625,0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B62D23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B62D23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B62D23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B62D23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B62D23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140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B62D23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B62D23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B62D23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B62D2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39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B62D2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13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B62D2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B62D2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B62D2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45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B62D2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B62D2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45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B62D2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15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8255" r="2540" b="762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AB932E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B62D23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E4E7E2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B62D23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6BD343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13DBF3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3674B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E41A62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B62D23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B62D23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B62D23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B62D23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B62D2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B62D2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B62D2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B62D2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B62D2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&lt;50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B62D2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</w:t>
            </w:r>
            <w:r w:rsidR="00B62D23">
              <w:rPr>
                <w:rFonts w:ascii="Arial" w:hAnsi="Arial" w:cs="Arial"/>
                <w:sz w:val="18"/>
                <w:szCs w:val="20"/>
              </w:rPr>
              <w:t xml:space="preserve"> Normal subclavian flow. No thickening of the intima-media layer. Increased velocities in the proximal ECA however no significant stenosis seen.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060B26" w:rsidP="00BE67C6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B62D23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B62D23">
              <w:rPr>
                <w:rFonts w:ascii="Arial" w:hAnsi="Arial" w:cs="Arial"/>
                <w:sz w:val="18"/>
                <w:szCs w:val="20"/>
              </w:rPr>
              <w:t>Normal subclavian flow. No thickening of the intima-media layer.</w:t>
            </w:r>
          </w:p>
          <w:p w:rsidR="00B62D23" w:rsidRPr="00BE67C6" w:rsidRDefault="00B62D23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BE67C6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B62D23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D23" w:rsidRDefault="00B62D23">
      <w:r>
        <w:separator/>
      </w:r>
    </w:p>
  </w:endnote>
  <w:endnote w:type="continuationSeparator" w:id="0">
    <w:p w:rsidR="00B62D23" w:rsidRDefault="00B62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D23" w:rsidRDefault="00B62D23">
      <w:r>
        <w:separator/>
      </w:r>
    </w:p>
  </w:footnote>
  <w:footnote w:type="continuationSeparator" w:id="0">
    <w:p w:rsidR="00B62D23" w:rsidRDefault="00B62D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B62D23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4775835</wp:posOffset>
          </wp:positionH>
          <wp:positionV relativeFrom="paragraph">
            <wp:posOffset>-27305</wp:posOffset>
          </wp:positionV>
          <wp:extent cx="1452880" cy="5702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D23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2151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7122D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2D23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A5234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6FC37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Carotid\Carotid%20Standard%20PCH%20n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</Template>
  <TotalTime>0</TotalTime>
  <Pages>1</Pages>
  <Words>120</Words>
  <Characters>875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2020-08-07T08:56:00Z</dcterms:created>
  <dcterms:modified xsi:type="dcterms:W3CDTF">2020-08-07T08:56:00Z</dcterms:modified>
</cp:coreProperties>
</file>